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FC3" w:rsidRPr="00DF62AF" w:rsidRDefault="008B5FC3" w:rsidP="008B5FC3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F62AF">
        <w:rPr>
          <w:rFonts w:ascii="Corbel" w:hAnsi="Corbel"/>
          <w:b/>
          <w:smallCaps/>
          <w:sz w:val="24"/>
          <w:szCs w:val="24"/>
        </w:rPr>
        <w:t>SYLABUS</w:t>
      </w:r>
    </w:p>
    <w:p w:rsidR="008B5FC3" w:rsidRPr="00DF62AF" w:rsidRDefault="008B5FC3" w:rsidP="008B5FC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F62AF">
        <w:rPr>
          <w:rFonts w:ascii="Corbel" w:hAnsi="Corbel"/>
          <w:b/>
          <w:smallCaps/>
          <w:sz w:val="24"/>
          <w:szCs w:val="24"/>
        </w:rPr>
        <w:t>dotyczy cyklu kształcenia</w:t>
      </w:r>
      <w:r w:rsidRPr="00DF62AF">
        <w:rPr>
          <w:rFonts w:ascii="Corbel" w:hAnsi="Corbel"/>
          <w:i/>
          <w:smallCaps/>
          <w:sz w:val="24"/>
          <w:szCs w:val="24"/>
        </w:rPr>
        <w:t xml:space="preserve"> </w:t>
      </w:r>
      <w:r w:rsidRPr="00DF62AF">
        <w:rPr>
          <w:rFonts w:ascii="Corbel" w:hAnsi="Corbel"/>
          <w:b/>
          <w:smallCaps/>
          <w:sz w:val="24"/>
          <w:szCs w:val="24"/>
        </w:rPr>
        <w:t>202</w:t>
      </w:r>
      <w:r w:rsidR="005A1B6A">
        <w:rPr>
          <w:rFonts w:ascii="Corbel" w:hAnsi="Corbel"/>
          <w:b/>
          <w:smallCaps/>
          <w:sz w:val="24"/>
          <w:szCs w:val="24"/>
        </w:rPr>
        <w:t>1</w:t>
      </w:r>
      <w:r w:rsidRPr="00DF62AF">
        <w:rPr>
          <w:rFonts w:ascii="Corbel" w:hAnsi="Corbel"/>
          <w:b/>
          <w:smallCaps/>
          <w:sz w:val="24"/>
          <w:szCs w:val="24"/>
        </w:rPr>
        <w:t xml:space="preserve"> - 202</w:t>
      </w:r>
      <w:r w:rsidR="005A1B6A">
        <w:rPr>
          <w:rFonts w:ascii="Corbel" w:hAnsi="Corbel"/>
          <w:b/>
          <w:smallCaps/>
          <w:sz w:val="24"/>
          <w:szCs w:val="24"/>
        </w:rPr>
        <w:t>6</w:t>
      </w:r>
    </w:p>
    <w:p w:rsidR="008B5FC3" w:rsidRPr="00DF62AF" w:rsidRDefault="008B5FC3" w:rsidP="008B5FC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DF62AF">
        <w:rPr>
          <w:rFonts w:ascii="Corbel" w:hAnsi="Corbel"/>
          <w:sz w:val="24"/>
          <w:szCs w:val="24"/>
        </w:rPr>
        <w:t xml:space="preserve">Rok akademicki </w:t>
      </w:r>
      <w:r w:rsidRPr="00DF62AF">
        <w:rPr>
          <w:rFonts w:ascii="Corbel" w:hAnsi="Corbel"/>
          <w:b/>
          <w:sz w:val="24"/>
          <w:szCs w:val="24"/>
        </w:rPr>
        <w:t>202</w:t>
      </w:r>
      <w:r w:rsidR="005A1B6A">
        <w:rPr>
          <w:rFonts w:ascii="Corbel" w:hAnsi="Corbel"/>
          <w:b/>
          <w:sz w:val="24"/>
          <w:szCs w:val="24"/>
        </w:rPr>
        <w:t>2</w:t>
      </w:r>
      <w:r w:rsidRPr="00DF62AF">
        <w:rPr>
          <w:rFonts w:ascii="Corbel" w:hAnsi="Corbel"/>
          <w:b/>
          <w:sz w:val="24"/>
          <w:szCs w:val="24"/>
        </w:rPr>
        <w:t>/202</w:t>
      </w:r>
      <w:r w:rsidR="005A1B6A">
        <w:rPr>
          <w:rFonts w:ascii="Corbel" w:hAnsi="Corbel"/>
          <w:b/>
          <w:sz w:val="24"/>
          <w:szCs w:val="24"/>
        </w:rPr>
        <w:t>3</w:t>
      </w:r>
      <w:r w:rsidRPr="00DF62AF">
        <w:rPr>
          <w:rFonts w:ascii="Corbel" w:hAnsi="Corbel"/>
          <w:b/>
          <w:sz w:val="24"/>
          <w:szCs w:val="24"/>
        </w:rPr>
        <w:t>-202</w:t>
      </w:r>
      <w:r w:rsidR="005A1B6A">
        <w:rPr>
          <w:rFonts w:ascii="Corbel" w:hAnsi="Corbel"/>
          <w:b/>
          <w:sz w:val="24"/>
          <w:szCs w:val="24"/>
        </w:rPr>
        <w:t>3</w:t>
      </w:r>
      <w:r w:rsidRPr="00DF62AF">
        <w:rPr>
          <w:rFonts w:ascii="Corbel" w:hAnsi="Corbel"/>
          <w:b/>
          <w:sz w:val="24"/>
          <w:szCs w:val="24"/>
        </w:rPr>
        <w:t>/202</w:t>
      </w:r>
      <w:r w:rsidR="005A1B6A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85747A" w:rsidRPr="00DF62AF" w:rsidRDefault="00997F14" w:rsidP="008B5FC3">
      <w:pPr>
        <w:spacing w:line="240" w:lineRule="auto"/>
        <w:rPr>
          <w:rFonts w:ascii="Corbel" w:hAnsi="Corbel"/>
          <w:sz w:val="24"/>
          <w:szCs w:val="24"/>
        </w:rPr>
      </w:pPr>
      <w:r w:rsidRPr="00DF62A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F62AF">
        <w:rPr>
          <w:rFonts w:ascii="Corbel" w:hAnsi="Corbel"/>
          <w:b/>
          <w:bCs/>
          <w:sz w:val="24"/>
          <w:szCs w:val="24"/>
        </w:rPr>
        <w:tab/>
      </w:r>
      <w:r w:rsidR="00CD6897" w:rsidRPr="00DF62AF">
        <w:rPr>
          <w:rFonts w:ascii="Corbel" w:hAnsi="Corbel"/>
          <w:b/>
          <w:bCs/>
          <w:sz w:val="24"/>
          <w:szCs w:val="24"/>
        </w:rPr>
        <w:tab/>
      </w:r>
      <w:r w:rsidR="00CD6897" w:rsidRPr="00DF62AF">
        <w:rPr>
          <w:rFonts w:ascii="Corbel" w:hAnsi="Corbel"/>
          <w:b/>
          <w:bCs/>
          <w:sz w:val="24"/>
          <w:szCs w:val="24"/>
        </w:rPr>
        <w:tab/>
      </w:r>
      <w:r w:rsidR="00CD6897" w:rsidRPr="00DF62AF">
        <w:rPr>
          <w:rFonts w:ascii="Corbel" w:hAnsi="Corbel"/>
          <w:b/>
          <w:bCs/>
          <w:sz w:val="24"/>
          <w:szCs w:val="24"/>
        </w:rPr>
        <w:tab/>
      </w:r>
      <w:r w:rsidR="00CD6897" w:rsidRPr="00DF62AF">
        <w:rPr>
          <w:rFonts w:ascii="Corbel" w:hAnsi="Corbel"/>
          <w:b/>
          <w:bCs/>
          <w:sz w:val="24"/>
          <w:szCs w:val="24"/>
        </w:rPr>
        <w:tab/>
      </w:r>
      <w:r w:rsidR="00CD6897" w:rsidRPr="00DF62AF">
        <w:rPr>
          <w:rFonts w:ascii="Corbel" w:hAnsi="Corbel"/>
          <w:b/>
          <w:bCs/>
          <w:sz w:val="24"/>
          <w:szCs w:val="24"/>
        </w:rPr>
        <w:tab/>
      </w:r>
    </w:p>
    <w:p w:rsidR="0085747A" w:rsidRPr="00DF62A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F62AF">
        <w:rPr>
          <w:rFonts w:ascii="Corbel" w:hAnsi="Corbel"/>
          <w:szCs w:val="24"/>
        </w:rPr>
        <w:t xml:space="preserve">1. </w:t>
      </w:r>
      <w:r w:rsidR="0085747A" w:rsidRPr="00DF62AF">
        <w:rPr>
          <w:rFonts w:ascii="Corbel" w:hAnsi="Corbel"/>
          <w:szCs w:val="24"/>
        </w:rPr>
        <w:t xml:space="preserve">Podstawowe </w:t>
      </w:r>
      <w:r w:rsidR="00445970" w:rsidRPr="00DF62A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F62AF" w:rsidTr="00B819C8">
        <w:tc>
          <w:tcPr>
            <w:tcW w:w="2694" w:type="dxa"/>
            <w:vAlign w:val="center"/>
          </w:tcPr>
          <w:p w:rsidR="0085747A" w:rsidRPr="00DF62A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F62AF" w:rsidRDefault="008B5FC3" w:rsidP="004925F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t</w:t>
            </w:r>
            <w:r w:rsidR="00722F25" w:rsidRPr="00DF62AF">
              <w:rPr>
                <w:rFonts w:ascii="Corbel" w:hAnsi="Corbel"/>
                <w:sz w:val="24"/>
                <w:szCs w:val="24"/>
              </w:rPr>
              <w:t>rening pracy z ciałem</w:t>
            </w:r>
            <w:r w:rsidR="00F0110C" w:rsidRPr="00DF62AF">
              <w:rPr>
                <w:rFonts w:ascii="Corbel" w:hAnsi="Corbel"/>
                <w:sz w:val="24"/>
                <w:szCs w:val="24"/>
              </w:rPr>
              <w:t xml:space="preserve"> i cielesnością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7044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IV rok, 7 semestr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70441A" w:rsidRPr="00DF62AF" w:rsidTr="00B819C8">
        <w:tc>
          <w:tcPr>
            <w:tcW w:w="2694" w:type="dxa"/>
            <w:vAlign w:val="center"/>
          </w:tcPr>
          <w:p w:rsidR="0070441A" w:rsidRPr="00DF62AF" w:rsidRDefault="00704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0441A" w:rsidRPr="00DF62AF" w:rsidRDefault="007044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DF62AF" w:rsidRDefault="0085747A" w:rsidP="004925F6">
      <w:pPr>
        <w:pStyle w:val="Podpunkty"/>
        <w:ind w:left="0"/>
        <w:rPr>
          <w:rFonts w:ascii="Corbel" w:hAnsi="Corbel"/>
          <w:sz w:val="24"/>
          <w:szCs w:val="24"/>
        </w:rPr>
      </w:pPr>
      <w:r w:rsidRPr="00DF62AF">
        <w:rPr>
          <w:rFonts w:ascii="Corbel" w:hAnsi="Corbel"/>
          <w:sz w:val="24"/>
          <w:szCs w:val="24"/>
        </w:rPr>
        <w:t xml:space="preserve">* </w:t>
      </w:r>
      <w:r w:rsidRPr="00DF62AF">
        <w:rPr>
          <w:rFonts w:ascii="Corbel" w:hAnsi="Corbel"/>
          <w:i/>
          <w:sz w:val="24"/>
          <w:szCs w:val="24"/>
        </w:rPr>
        <w:t>-</w:t>
      </w:r>
      <w:r w:rsidR="00B90885" w:rsidRPr="00DF62A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F62AF">
        <w:rPr>
          <w:rFonts w:ascii="Corbel" w:hAnsi="Corbel"/>
          <w:b w:val="0"/>
          <w:sz w:val="24"/>
          <w:szCs w:val="24"/>
        </w:rPr>
        <w:t>e,</w:t>
      </w:r>
      <w:r w:rsidRPr="00DF62AF">
        <w:rPr>
          <w:rFonts w:ascii="Corbel" w:hAnsi="Corbel"/>
          <w:i/>
          <w:sz w:val="24"/>
          <w:szCs w:val="24"/>
        </w:rPr>
        <w:t xml:space="preserve"> </w:t>
      </w:r>
      <w:r w:rsidRPr="00DF62A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F62A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F62A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F62AF" w:rsidRDefault="0085747A" w:rsidP="0070441A">
      <w:pPr>
        <w:pStyle w:val="Podpunkty"/>
        <w:ind w:left="284"/>
        <w:rPr>
          <w:rFonts w:ascii="Corbel" w:hAnsi="Corbel"/>
          <w:sz w:val="24"/>
          <w:szCs w:val="24"/>
        </w:rPr>
      </w:pPr>
      <w:r w:rsidRPr="00DF62AF">
        <w:rPr>
          <w:rFonts w:ascii="Corbel" w:hAnsi="Corbel"/>
          <w:sz w:val="24"/>
          <w:szCs w:val="24"/>
        </w:rPr>
        <w:t>1.</w:t>
      </w:r>
      <w:r w:rsidR="00E22FBC" w:rsidRPr="00DF62AF">
        <w:rPr>
          <w:rFonts w:ascii="Corbel" w:hAnsi="Corbel"/>
          <w:sz w:val="24"/>
          <w:szCs w:val="24"/>
        </w:rPr>
        <w:t>1</w:t>
      </w:r>
      <w:r w:rsidRPr="00DF62A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DF62AF" w:rsidTr="0070441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F62A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62AF">
              <w:rPr>
                <w:rFonts w:ascii="Corbel" w:hAnsi="Corbel"/>
                <w:szCs w:val="24"/>
              </w:rPr>
              <w:t>Semestr</w:t>
            </w:r>
          </w:p>
          <w:p w:rsidR="00015B8F" w:rsidRPr="00DF62A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62AF">
              <w:rPr>
                <w:rFonts w:ascii="Corbel" w:hAnsi="Corbel"/>
                <w:szCs w:val="24"/>
              </w:rPr>
              <w:t>(</w:t>
            </w:r>
            <w:r w:rsidR="00363F78" w:rsidRPr="00DF62A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62A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62AF">
              <w:rPr>
                <w:rFonts w:ascii="Corbel" w:hAnsi="Corbel"/>
                <w:szCs w:val="24"/>
              </w:rPr>
              <w:t>Wykł</w:t>
            </w:r>
            <w:proofErr w:type="spellEnd"/>
            <w:r w:rsidRPr="00DF62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62AF" w:rsidRDefault="0070441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62A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62A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62AF">
              <w:rPr>
                <w:rFonts w:ascii="Corbel" w:hAnsi="Corbel"/>
                <w:szCs w:val="24"/>
              </w:rPr>
              <w:t>Konw</w:t>
            </w:r>
            <w:proofErr w:type="spellEnd"/>
            <w:r w:rsidRPr="00DF62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62A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62A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62AF">
              <w:rPr>
                <w:rFonts w:ascii="Corbel" w:hAnsi="Corbel"/>
                <w:szCs w:val="24"/>
              </w:rPr>
              <w:t>Sem</w:t>
            </w:r>
            <w:proofErr w:type="spellEnd"/>
            <w:r w:rsidRPr="00DF62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62A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62A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62A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62AF">
              <w:rPr>
                <w:rFonts w:ascii="Corbel" w:hAnsi="Corbel"/>
                <w:szCs w:val="24"/>
              </w:rPr>
              <w:t>Prakt</w:t>
            </w:r>
            <w:proofErr w:type="spellEnd"/>
            <w:r w:rsidRPr="00DF62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62AF" w:rsidRDefault="0070441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62A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62A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F62AF">
              <w:rPr>
                <w:rFonts w:ascii="Corbel" w:hAnsi="Corbel"/>
                <w:b/>
                <w:szCs w:val="24"/>
              </w:rPr>
              <w:t>Liczba pkt</w:t>
            </w:r>
            <w:r w:rsidR="00B90885" w:rsidRPr="00DF62AF">
              <w:rPr>
                <w:rFonts w:ascii="Corbel" w:hAnsi="Corbel"/>
                <w:b/>
                <w:szCs w:val="24"/>
              </w:rPr>
              <w:t>.</w:t>
            </w:r>
            <w:r w:rsidRPr="00DF62A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F62AF" w:rsidTr="0070441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A131E" w:rsidP="007044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7044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62AF" w:rsidRDefault="000A13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DF62A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F62A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62AF">
        <w:rPr>
          <w:rFonts w:ascii="Corbel" w:hAnsi="Corbel"/>
          <w:smallCaps w:val="0"/>
          <w:szCs w:val="24"/>
        </w:rPr>
        <w:t>1.</w:t>
      </w:r>
      <w:r w:rsidR="00E22FBC" w:rsidRPr="00DF62AF">
        <w:rPr>
          <w:rFonts w:ascii="Corbel" w:hAnsi="Corbel"/>
          <w:smallCaps w:val="0"/>
          <w:szCs w:val="24"/>
        </w:rPr>
        <w:t>2</w:t>
      </w:r>
      <w:r w:rsidR="00F83B28" w:rsidRPr="00DF62AF">
        <w:rPr>
          <w:rFonts w:ascii="Corbel" w:hAnsi="Corbel"/>
          <w:smallCaps w:val="0"/>
          <w:szCs w:val="24"/>
        </w:rPr>
        <w:t>.</w:t>
      </w:r>
      <w:r w:rsidR="00F83B28" w:rsidRPr="00DF62AF">
        <w:rPr>
          <w:rFonts w:ascii="Corbel" w:hAnsi="Corbel"/>
          <w:smallCaps w:val="0"/>
          <w:szCs w:val="24"/>
        </w:rPr>
        <w:tab/>
      </w:r>
      <w:r w:rsidRPr="00DF62AF">
        <w:rPr>
          <w:rFonts w:ascii="Corbel" w:hAnsi="Corbel"/>
          <w:smallCaps w:val="0"/>
          <w:szCs w:val="24"/>
        </w:rPr>
        <w:t xml:space="preserve">Sposób realizacji zajęć  </w:t>
      </w:r>
    </w:p>
    <w:p w:rsidR="0070441A" w:rsidRPr="00DF62AF" w:rsidRDefault="0070441A" w:rsidP="0070441A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F62AF">
        <w:rPr>
          <w:rFonts w:ascii="Corbel" w:eastAsia="MS Gothic" w:hAnsi="Corbel"/>
          <w:b w:val="0"/>
          <w:szCs w:val="24"/>
        </w:rPr>
        <w:sym w:font="Wingdings" w:char="F078"/>
      </w:r>
      <w:r w:rsidRPr="00DF62AF">
        <w:rPr>
          <w:rFonts w:ascii="Corbel" w:eastAsia="MS Gothic" w:hAnsi="Corbel"/>
          <w:b w:val="0"/>
          <w:szCs w:val="24"/>
        </w:rPr>
        <w:t xml:space="preserve"> </w:t>
      </w:r>
      <w:r w:rsidRPr="00DF62AF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DF62A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62AF">
        <w:rPr>
          <w:rFonts w:ascii="MS Gothic" w:eastAsia="MS Gothic" w:hAnsi="MS Gothic" w:cs="MS Gothic" w:hint="eastAsia"/>
          <w:b w:val="0"/>
          <w:szCs w:val="24"/>
        </w:rPr>
        <w:t>☐</w:t>
      </w:r>
      <w:r w:rsidRPr="00DF62A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F62A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DF62AF" w:rsidRDefault="00E22FBC" w:rsidP="007044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F62AF">
        <w:rPr>
          <w:rFonts w:ascii="Corbel" w:hAnsi="Corbel"/>
          <w:smallCaps w:val="0"/>
          <w:szCs w:val="24"/>
        </w:rPr>
        <w:t xml:space="preserve">1.3 </w:t>
      </w:r>
      <w:r w:rsidR="00F83B28" w:rsidRPr="00DF62AF">
        <w:rPr>
          <w:rFonts w:ascii="Corbel" w:hAnsi="Corbel"/>
          <w:smallCaps w:val="0"/>
          <w:szCs w:val="24"/>
        </w:rPr>
        <w:tab/>
      </w:r>
      <w:r w:rsidRPr="00DF62AF">
        <w:rPr>
          <w:rFonts w:ascii="Corbel" w:hAnsi="Corbel"/>
          <w:smallCaps w:val="0"/>
          <w:szCs w:val="24"/>
        </w:rPr>
        <w:t>For</w:t>
      </w:r>
      <w:r w:rsidR="00445970" w:rsidRPr="00DF62AF">
        <w:rPr>
          <w:rFonts w:ascii="Corbel" w:hAnsi="Corbel"/>
          <w:smallCaps w:val="0"/>
          <w:szCs w:val="24"/>
        </w:rPr>
        <w:t xml:space="preserve">ma zaliczenia przedmiotu </w:t>
      </w:r>
      <w:r w:rsidRPr="00DF62AF">
        <w:rPr>
          <w:rFonts w:ascii="Corbel" w:hAnsi="Corbel"/>
          <w:smallCaps w:val="0"/>
          <w:szCs w:val="24"/>
        </w:rPr>
        <w:t xml:space="preserve"> (z toku) </w:t>
      </w:r>
    </w:p>
    <w:p w:rsidR="0070441A" w:rsidRPr="00DF62AF" w:rsidRDefault="0070441A" w:rsidP="007044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F62AF">
        <w:rPr>
          <w:rFonts w:ascii="Corbel" w:hAnsi="Corbel"/>
          <w:smallCaps w:val="0"/>
          <w:szCs w:val="24"/>
        </w:rPr>
        <w:tab/>
      </w:r>
      <w:r w:rsidRPr="00DF62AF">
        <w:rPr>
          <w:rFonts w:ascii="Corbel" w:hAnsi="Corbel"/>
          <w:b w:val="0"/>
          <w:smallCaps w:val="0"/>
          <w:szCs w:val="24"/>
        </w:rPr>
        <w:t>zaliczenie z oceną</w:t>
      </w:r>
    </w:p>
    <w:p w:rsidR="001F31B0" w:rsidRPr="00DF62AF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F62A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62A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F62AF" w:rsidTr="00745302">
        <w:tc>
          <w:tcPr>
            <w:tcW w:w="9670" w:type="dxa"/>
          </w:tcPr>
          <w:p w:rsidR="0085747A" w:rsidRPr="00DF62AF" w:rsidRDefault="003D6CE8" w:rsidP="0070441A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50D00"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Rozwój psychoseksualny człowieka</w:t>
            </w:r>
            <w:r w:rsidR="0078138F"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A131E"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człowiek</w:t>
            </w:r>
            <w:r w:rsidR="0070441A"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 Antropologia niepełnosprawności</w:t>
            </w:r>
            <w:r w:rsidRPr="00DF62AF">
              <w:rPr>
                <w:rFonts w:ascii="Corbel" w:hAnsi="Corbel"/>
                <w:szCs w:val="24"/>
              </w:rPr>
              <w:tab/>
            </w:r>
          </w:p>
        </w:tc>
      </w:tr>
    </w:tbl>
    <w:p w:rsidR="00153C41" w:rsidRPr="00DF62A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F62A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62AF">
        <w:rPr>
          <w:rFonts w:ascii="Corbel" w:hAnsi="Corbel"/>
          <w:szCs w:val="24"/>
        </w:rPr>
        <w:t>3.</w:t>
      </w:r>
      <w:r w:rsidR="0085747A" w:rsidRPr="00DF62AF">
        <w:rPr>
          <w:rFonts w:ascii="Corbel" w:hAnsi="Corbel"/>
          <w:szCs w:val="24"/>
        </w:rPr>
        <w:t xml:space="preserve"> </w:t>
      </w:r>
      <w:r w:rsidR="00A84C85" w:rsidRPr="00DF62AF">
        <w:rPr>
          <w:rFonts w:ascii="Corbel" w:hAnsi="Corbel"/>
          <w:szCs w:val="24"/>
        </w:rPr>
        <w:t>cele, efekty uczenia się</w:t>
      </w:r>
      <w:r w:rsidR="0085747A" w:rsidRPr="00DF62A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F62A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DF62AF" w:rsidRDefault="0071620A" w:rsidP="0070441A">
      <w:pPr>
        <w:pStyle w:val="Podpunkty"/>
        <w:rPr>
          <w:rFonts w:ascii="Corbel" w:hAnsi="Corbel"/>
          <w:sz w:val="24"/>
          <w:szCs w:val="24"/>
        </w:rPr>
      </w:pPr>
      <w:r w:rsidRPr="00DF62AF">
        <w:rPr>
          <w:rFonts w:ascii="Corbel" w:hAnsi="Corbel"/>
          <w:sz w:val="24"/>
          <w:szCs w:val="24"/>
        </w:rPr>
        <w:t xml:space="preserve">3.1 </w:t>
      </w:r>
      <w:r w:rsidR="00C05F44" w:rsidRPr="00DF62A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DF62AF" w:rsidTr="00B325B6">
        <w:tc>
          <w:tcPr>
            <w:tcW w:w="842" w:type="dxa"/>
            <w:vAlign w:val="center"/>
          </w:tcPr>
          <w:p w:rsidR="00C7713B" w:rsidRPr="00DF62AF" w:rsidRDefault="0085747A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C7713B" w:rsidRPr="00DF62AF" w:rsidRDefault="00C7713B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:rsidR="0085747A" w:rsidRPr="00DF62AF" w:rsidRDefault="0085747A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8" w:type="dxa"/>
            <w:vAlign w:val="center"/>
          </w:tcPr>
          <w:p w:rsidR="0004652D" w:rsidRPr="00DF62AF" w:rsidRDefault="0078138F" w:rsidP="007044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Ciało i ruch jako narzędzia diagnostyczne i terapeutyczne, założenia pracy z </w:t>
            </w:r>
            <w:r w:rsidRPr="00DF62A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wykorzystaniem ciała i ruchu, redukcja napięć, zwiększenie skuteczności radzenia sobie z sytuacjami trudnymi, rozpoznawanie repertuaru własnego ruchu i jego powiązań z emocjami, umiejętność wzbogacania ruchu poprzez improwizacje, wykorzystanie wiedzy psychologicznej w zwiększaniu świadomości ciała, świadomość własnego ciała jako podstawa komunikacji z innymi,  zwiększanie możliwości radzenia sobie z trudnościami w relacjach z drugim człowiekiem poprzez świadomość ciała, przestrzeń własna i cudza, ciężar ciała i ugruntowanie jako podstawy integracji ciała i umysłu, świadomość własnego ciała, "ja" cielesne - jestem ciałem a mam ciało, techniki </w:t>
            </w:r>
            <w:proofErr w:type="spellStart"/>
            <w:r w:rsidRPr="00DF62AF">
              <w:rPr>
                <w:rFonts w:ascii="Corbel" w:hAnsi="Corbel"/>
                <w:b w:val="0"/>
                <w:sz w:val="24"/>
                <w:szCs w:val="24"/>
              </w:rPr>
              <w:t>Lowena</w:t>
            </w:r>
            <w:proofErr w:type="spellEnd"/>
            <w:r w:rsidRPr="00DF62AF">
              <w:rPr>
                <w:rFonts w:ascii="Corbel" w:hAnsi="Corbel"/>
                <w:b w:val="0"/>
                <w:sz w:val="24"/>
                <w:szCs w:val="24"/>
              </w:rPr>
              <w:t xml:space="preserve">, Alexandra, Jacobsona, uwalnianie blokad mięśniowych i stawowych, zwiększanie świadomości ciała przez ruch i improwizację, ciało - emocje - ruch a relacje z innymi ludźmi. </w:t>
            </w:r>
          </w:p>
        </w:tc>
      </w:tr>
      <w:tr w:rsidR="0070441A" w:rsidRPr="00DF62AF" w:rsidTr="00B325B6">
        <w:tc>
          <w:tcPr>
            <w:tcW w:w="842" w:type="dxa"/>
            <w:vAlign w:val="center"/>
          </w:tcPr>
          <w:p w:rsidR="0070441A" w:rsidRPr="00DF62AF" w:rsidRDefault="0070441A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  <w:p w:rsidR="0070441A" w:rsidRPr="00DF62AF" w:rsidRDefault="0070441A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8" w:type="dxa"/>
            <w:vAlign w:val="center"/>
          </w:tcPr>
          <w:p w:rsidR="0070441A" w:rsidRPr="00DF62AF" w:rsidRDefault="0070441A" w:rsidP="007044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W pracy z osobami  z niepełnosprawnościami świadomość granic intymności, granic i możliwości własnego ciała jako narzędzia terapeutycznego stanowi istotny element wiedzy pedagoga specjalnego. Podczas zajęć studenci poznają równie techniki pracy w własnym ciałem ale również zrozumieją dlaczego praca z ciałem jest tak ważna aby skutecznie pracować z osobami niepełnosprawnymi w stopniu znacznym i głębokim jak i ze sprzężeniami. Ustalanie granic intymności w sytuacji ciągłej potrzeby przekraczania granic intymności podopiecznego stanowi ważny obszar wiedzy dla pedagoga specjalnego stanowić może również pewną wytyczną w konstruowaniu własnego warsztatu pracy.</w:t>
            </w:r>
          </w:p>
        </w:tc>
      </w:tr>
      <w:tr w:rsidR="0070441A" w:rsidRPr="00DF62AF" w:rsidTr="00B325B6">
        <w:tc>
          <w:tcPr>
            <w:tcW w:w="842" w:type="dxa"/>
            <w:vAlign w:val="center"/>
          </w:tcPr>
          <w:p w:rsidR="0070441A" w:rsidRPr="00DF62AF" w:rsidRDefault="0070441A" w:rsidP="007044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:rsidR="0070441A" w:rsidRPr="00DF62AF" w:rsidRDefault="0070441A" w:rsidP="007044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62AF">
              <w:rPr>
                <w:rFonts w:ascii="Corbel" w:hAnsi="Corbel"/>
                <w:b w:val="0"/>
                <w:sz w:val="24"/>
                <w:szCs w:val="24"/>
              </w:rPr>
              <w:t>Uczestnicy dowiedzą się, w jaki sposób oksytocyna przyczynia się do neurobiologii więzi społecznych i miłości.</w:t>
            </w:r>
            <w:r w:rsidRPr="00DF62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62AF">
              <w:rPr>
                <w:rFonts w:ascii="Corbel" w:hAnsi="Corbel"/>
                <w:b w:val="0"/>
                <w:sz w:val="24"/>
                <w:szCs w:val="24"/>
              </w:rPr>
              <w:t xml:space="preserve">Uczestnicy zrozumieją zasady i założenia teorii </w:t>
            </w:r>
            <w:proofErr w:type="spellStart"/>
            <w:r w:rsidRPr="00DF62AF">
              <w:rPr>
                <w:rFonts w:ascii="Corbel" w:hAnsi="Corbel"/>
                <w:b w:val="0"/>
                <w:sz w:val="24"/>
                <w:szCs w:val="24"/>
              </w:rPr>
              <w:t>poliwagalnej</w:t>
            </w:r>
            <w:proofErr w:type="spellEnd"/>
            <w:r w:rsidRPr="00DF62AF">
              <w:rPr>
                <w:rFonts w:ascii="Corbel" w:hAnsi="Corbel"/>
                <w:b w:val="0"/>
                <w:sz w:val="24"/>
                <w:szCs w:val="24"/>
              </w:rPr>
              <w:t xml:space="preserve">. Uczestnicy zrozumieją, w jaki sposób teoria </w:t>
            </w:r>
            <w:proofErr w:type="spellStart"/>
            <w:r w:rsidRPr="00DF62AF">
              <w:rPr>
                <w:rFonts w:ascii="Corbel" w:hAnsi="Corbel"/>
                <w:b w:val="0"/>
                <w:sz w:val="24"/>
                <w:szCs w:val="24"/>
              </w:rPr>
              <w:t>poliwagalna</w:t>
            </w:r>
            <w:proofErr w:type="spellEnd"/>
            <w:r w:rsidRPr="00DF62AF">
              <w:rPr>
                <w:rFonts w:ascii="Corbel" w:hAnsi="Corbel"/>
                <w:b w:val="0"/>
                <w:sz w:val="24"/>
                <w:szCs w:val="24"/>
              </w:rPr>
              <w:t xml:space="preserve"> pomaga wyjaśnić niektóre kliniczne objawy związane z diagnozami psychiatrycznymi (np. PTSD, autyzm, depresja i zaburzenia lękowe). Uczestnicy zrozumieją, że zachowania związane z nieprzystosowaniem, w tym stany dysocjacji, mogą stanowić adaptację fizjologiczną wyzwalaną przez mechanizmy związane z przetrwaniem. Uczestnicy uzyskają wiedzę na temat połączenia między twarzą a sercem, które definiuje system zaangażowania społecznego łączący uczucia cielesne z wyrazem twarzy, intonacją głosu i gestykulacją. Uczestnicy zrozumieją, w jaki sposób deficyty w systemie zaangażowania społecznego wiążą się z kluczowymi przejawami niektórych zaburzeń psychicznych. Uczestnicy uzyskają wiedzę na temat procesu neuronalnego (</w:t>
            </w:r>
            <w:proofErr w:type="spellStart"/>
            <w:r w:rsidRPr="00DF62AF">
              <w:rPr>
                <w:rFonts w:ascii="Corbel" w:hAnsi="Corbel"/>
                <w:b w:val="0"/>
                <w:sz w:val="24"/>
                <w:szCs w:val="24"/>
              </w:rPr>
              <w:t>neurocepcji</w:t>
            </w:r>
            <w:proofErr w:type="spellEnd"/>
            <w:r w:rsidRPr="00DF62AF">
              <w:rPr>
                <w:rFonts w:ascii="Corbel" w:hAnsi="Corbel"/>
                <w:b w:val="0"/>
                <w:sz w:val="24"/>
                <w:szCs w:val="24"/>
              </w:rPr>
              <w:t>), odpowiedzialnego za ocenę zagrożeń środowiskowych i uruchomienie adaptacyjnych obwodów neuronowych, które prowadzą do interakcji społecznej lub zachowań obronnych.</w:t>
            </w:r>
          </w:p>
        </w:tc>
      </w:tr>
    </w:tbl>
    <w:p w:rsidR="00C7713B" w:rsidRPr="00DF62AF" w:rsidRDefault="00C7713B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F62AF" w:rsidRDefault="009F4610" w:rsidP="0070441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62AF">
        <w:rPr>
          <w:rFonts w:ascii="Corbel" w:hAnsi="Corbel"/>
          <w:b/>
          <w:sz w:val="24"/>
          <w:szCs w:val="24"/>
        </w:rPr>
        <w:t xml:space="preserve">3.2 </w:t>
      </w:r>
      <w:r w:rsidR="001D7B54" w:rsidRPr="00DF62AF">
        <w:rPr>
          <w:rFonts w:ascii="Corbel" w:hAnsi="Corbel"/>
          <w:b/>
          <w:sz w:val="24"/>
          <w:szCs w:val="24"/>
        </w:rPr>
        <w:t xml:space="preserve">Efekty </w:t>
      </w:r>
      <w:r w:rsidR="00C05F44" w:rsidRPr="00DF62A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F62AF">
        <w:rPr>
          <w:rFonts w:ascii="Corbel" w:hAnsi="Corbel"/>
          <w:b/>
          <w:sz w:val="24"/>
          <w:szCs w:val="24"/>
        </w:rPr>
        <w:t>dla przedmiotu</w:t>
      </w:r>
      <w:r w:rsidR="00445970" w:rsidRPr="00DF62A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983"/>
      </w:tblGrid>
      <w:tr w:rsidR="0085747A" w:rsidRPr="00DF62AF" w:rsidTr="0070441A">
        <w:tc>
          <w:tcPr>
            <w:tcW w:w="1675" w:type="dxa"/>
            <w:vAlign w:val="center"/>
          </w:tcPr>
          <w:p w:rsidR="0085747A" w:rsidRPr="00DF62A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F62A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F62A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F62A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:rsidR="0085747A" w:rsidRPr="00DF62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F62A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F62A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3" w:type="dxa"/>
            <w:vAlign w:val="center"/>
          </w:tcPr>
          <w:p w:rsidR="0085747A" w:rsidRPr="00DF62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F62A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441A" w:rsidRPr="00DF62AF" w:rsidTr="0070441A">
        <w:tc>
          <w:tcPr>
            <w:tcW w:w="1675" w:type="dxa"/>
            <w:vAlign w:val="center"/>
          </w:tcPr>
          <w:p w:rsidR="0070441A" w:rsidRPr="00DF62AF" w:rsidRDefault="0070441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70441A" w:rsidRPr="00DF62AF" w:rsidRDefault="0070441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3" w:type="dxa"/>
            <w:vAlign w:val="center"/>
          </w:tcPr>
          <w:p w:rsidR="0070441A" w:rsidRPr="00DF62AF" w:rsidRDefault="0070441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F62AF" w:rsidTr="004925F6">
        <w:tc>
          <w:tcPr>
            <w:tcW w:w="1675" w:type="dxa"/>
            <w:vAlign w:val="center"/>
          </w:tcPr>
          <w:p w:rsidR="0085747A" w:rsidRPr="00DF62AF" w:rsidRDefault="0085747A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F62A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F459BD" w:rsidRPr="00DF62AF" w:rsidRDefault="00F459BD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459BD" w:rsidRPr="00DF62AF" w:rsidRDefault="00F459BD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459BD" w:rsidRPr="00DF62AF" w:rsidRDefault="00F459BD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459BD" w:rsidRPr="00DF62AF" w:rsidRDefault="00F459BD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E2D83" w:rsidRPr="00DF62AF" w:rsidRDefault="003E2D83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A1737E" w:rsidRPr="00DF62AF" w:rsidRDefault="0070441A" w:rsidP="000973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F459BD" w:rsidRPr="00DF62AF">
              <w:rPr>
                <w:rFonts w:ascii="Corbel" w:hAnsi="Corbel"/>
                <w:b w:val="0"/>
                <w:smallCaps w:val="0"/>
                <w:szCs w:val="24"/>
              </w:rPr>
              <w:t xml:space="preserve">na i rozumie podstawy edukacji i rehabilitacji osób z niepełnosprawnością intelektualną. Potrafi określić cele zadania edukacji uczniów z niepełnosprawnością w tym szczególnie wskazać na rolę osobowości i zakres kompetencji nauczyciela (wychowawcy) w pracy z </w:t>
            </w:r>
            <w:r w:rsidR="00F459BD" w:rsidRPr="00DF62A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uczniem o złożonej i wielorakiej niepełnosprawności. Umiejętnie wykorzystywać wiedzę o ciele i cielesności i dostosowywać ją do potrzeb i zadań rozwojowych osób z niepełnosprawnością intelektualną w różnych sytuacjach społecznych. Istotna jest również wiedza z zakresu medycznych aspektów edukacji i rehabilitacji osób z niepełnosprawnością intelektualną. </w:t>
            </w:r>
            <w:r w:rsidR="00A1737E" w:rsidRPr="00DF62AF">
              <w:rPr>
                <w:rFonts w:ascii="Corbel" w:hAnsi="Corbel"/>
                <w:b w:val="0"/>
                <w:smallCaps w:val="0"/>
                <w:szCs w:val="24"/>
              </w:rPr>
              <w:t>Uczestnicy zrozumieją, że zachowania związane z niepełno</w:t>
            </w:r>
            <w:r w:rsidR="00097315" w:rsidRPr="00DF62AF">
              <w:rPr>
                <w:rFonts w:ascii="Corbel" w:hAnsi="Corbel"/>
                <w:b w:val="0"/>
                <w:smallCaps w:val="0"/>
                <w:szCs w:val="24"/>
              </w:rPr>
              <w:t>sp</w:t>
            </w:r>
            <w:r w:rsidR="00A1737E" w:rsidRPr="00DF62AF">
              <w:rPr>
                <w:rFonts w:ascii="Corbel" w:hAnsi="Corbel"/>
                <w:b w:val="0"/>
                <w:smallCaps w:val="0"/>
                <w:szCs w:val="24"/>
              </w:rPr>
              <w:t>rawnością szczególnie głębokiego stopnia, w tym stany dysocjacji, mogą stanowić adaptację fizjologiczną wyzwalaną przez mechanizmy związane z przetrwaniem. Uczestnicy uzyskają wiedzę na temat połączenia między twarzą a sercem, które definiuje system zaangażowania społecznego łączący uczucia cielesne z wyrazem twarzy, intonacją głosu i gestykulacją</w:t>
            </w:r>
            <w:r w:rsidR="008217E2" w:rsidRPr="00DF62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83" w:type="dxa"/>
            <w:vAlign w:val="center"/>
          </w:tcPr>
          <w:p w:rsidR="008217E2" w:rsidRPr="00DF62AF" w:rsidRDefault="008217E2" w:rsidP="004925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2982" w:rsidRPr="00DF62AF" w:rsidRDefault="004925F6" w:rsidP="004925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70441A" w:rsidRPr="00DF62AF" w:rsidTr="008217E2">
        <w:tc>
          <w:tcPr>
            <w:tcW w:w="1675" w:type="dxa"/>
            <w:vAlign w:val="center"/>
          </w:tcPr>
          <w:p w:rsidR="008217E2" w:rsidRPr="00DF62AF" w:rsidRDefault="008217E2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70441A" w:rsidRPr="00DF62AF" w:rsidRDefault="0070441A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70441A" w:rsidRPr="00DF62AF" w:rsidRDefault="008217E2" w:rsidP="000973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>Potrafi projektować i prowadzić zajęcia z uwzględnieniem specjalnych potrzeb edukacyjnych uczniów w tym doceniać wiedzę i wykorzystywać umiejętności w zakresie pracy z ciałem</w:t>
            </w:r>
          </w:p>
        </w:tc>
        <w:tc>
          <w:tcPr>
            <w:tcW w:w="1983" w:type="dxa"/>
            <w:vAlign w:val="center"/>
          </w:tcPr>
          <w:p w:rsidR="0070441A" w:rsidRPr="00DF62AF" w:rsidRDefault="008217E2" w:rsidP="004925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PS.U1., PS.U4.</w:t>
            </w:r>
          </w:p>
        </w:tc>
      </w:tr>
      <w:tr w:rsidR="0070441A" w:rsidRPr="00DF62AF" w:rsidTr="008217E2">
        <w:tc>
          <w:tcPr>
            <w:tcW w:w="1675" w:type="dxa"/>
            <w:vAlign w:val="center"/>
          </w:tcPr>
          <w:p w:rsidR="0070441A" w:rsidRPr="00DF62AF" w:rsidRDefault="0070441A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70441A" w:rsidRPr="00DF62AF" w:rsidRDefault="0070441A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70441A" w:rsidRPr="00DF62AF" w:rsidRDefault="008217E2" w:rsidP="000973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0441A" w:rsidRPr="00DF62AF">
              <w:rPr>
                <w:rFonts w:ascii="Corbel" w:hAnsi="Corbel"/>
                <w:b w:val="0"/>
                <w:smallCaps w:val="0"/>
                <w:szCs w:val="24"/>
              </w:rPr>
              <w:t>otrafi wykorzystać zdobytą wiedzę do analizy zdarzeń pedagogicznych w tym uwzględniać sytuacje dotyczące szacunku dla intymności drugiego człowieka poszanowania jego granic a jednocześnie twórczego wspierania w rozwoju świadomości własnego ciała jako terapeuty i podopiecznego jako odrębnego podmiotu oddziaływań rehabilitacyjnych</w:t>
            </w:r>
          </w:p>
        </w:tc>
        <w:tc>
          <w:tcPr>
            <w:tcW w:w="1983" w:type="dxa"/>
            <w:vAlign w:val="center"/>
          </w:tcPr>
          <w:p w:rsidR="0070441A" w:rsidRPr="00DF62AF" w:rsidRDefault="0070441A" w:rsidP="008217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PS.K2., PS.K4.,</w:t>
            </w:r>
          </w:p>
          <w:p w:rsidR="0070441A" w:rsidRPr="00DF62AF" w:rsidRDefault="0070441A" w:rsidP="004925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PS.K7.</w:t>
            </w:r>
          </w:p>
        </w:tc>
      </w:tr>
    </w:tbl>
    <w:p w:rsidR="0085747A" w:rsidRPr="00DF62A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217E2" w:rsidRPr="00DF62A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F62AF">
        <w:rPr>
          <w:rFonts w:ascii="Corbel" w:hAnsi="Corbel"/>
          <w:b/>
          <w:sz w:val="24"/>
          <w:szCs w:val="24"/>
        </w:rPr>
        <w:t>3.3</w:t>
      </w:r>
      <w:r w:rsidR="001D7B54" w:rsidRPr="00DF62AF">
        <w:rPr>
          <w:rFonts w:ascii="Corbel" w:hAnsi="Corbel"/>
          <w:b/>
          <w:sz w:val="24"/>
          <w:szCs w:val="24"/>
        </w:rPr>
        <w:t xml:space="preserve"> </w:t>
      </w:r>
      <w:r w:rsidR="0085747A" w:rsidRPr="00DF62AF">
        <w:rPr>
          <w:rFonts w:ascii="Corbel" w:hAnsi="Corbel"/>
          <w:b/>
          <w:sz w:val="24"/>
          <w:szCs w:val="24"/>
        </w:rPr>
        <w:t>T</w:t>
      </w:r>
      <w:r w:rsidR="001D7B54" w:rsidRPr="00DF62A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DF62AF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F62AF">
        <w:rPr>
          <w:rFonts w:ascii="Corbel" w:hAnsi="Corbel"/>
          <w:sz w:val="24"/>
          <w:szCs w:val="24"/>
        </w:rPr>
        <w:t xml:space="preserve">  </w:t>
      </w:r>
    </w:p>
    <w:p w:rsidR="00675843" w:rsidRPr="00DF62AF" w:rsidRDefault="0085747A" w:rsidP="00694A2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F62AF">
        <w:rPr>
          <w:rFonts w:ascii="Corbel" w:hAnsi="Corbel"/>
          <w:sz w:val="24"/>
          <w:szCs w:val="24"/>
        </w:rPr>
        <w:t xml:space="preserve">Problematyka wykładu </w:t>
      </w:r>
      <w:r w:rsidR="00694A21" w:rsidRPr="00DF62AF">
        <w:rPr>
          <w:rFonts w:ascii="Corbel" w:hAnsi="Corbel"/>
          <w:sz w:val="24"/>
          <w:szCs w:val="24"/>
        </w:rPr>
        <w:t xml:space="preserve">- </w:t>
      </w:r>
      <w:r w:rsidR="008217E2" w:rsidRPr="00DF62AF">
        <w:rPr>
          <w:rFonts w:ascii="Corbel" w:hAnsi="Corbel"/>
          <w:sz w:val="24"/>
          <w:szCs w:val="24"/>
        </w:rPr>
        <w:t>nie dotyczy</w:t>
      </w:r>
    </w:p>
    <w:p w:rsidR="008217E2" w:rsidRPr="00DF62AF" w:rsidRDefault="008217E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217E2" w:rsidRPr="00DF62AF" w:rsidRDefault="008217E2" w:rsidP="008217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F62AF">
        <w:rPr>
          <w:rFonts w:ascii="Corbel" w:hAnsi="Corbel"/>
          <w:sz w:val="24"/>
          <w:szCs w:val="24"/>
        </w:rPr>
        <w:t>Problematyka warsztatów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103AA3" w:rsidRPr="00DF62AF" w:rsidTr="008217E2">
        <w:tc>
          <w:tcPr>
            <w:tcW w:w="9747" w:type="dxa"/>
          </w:tcPr>
          <w:p w:rsidR="000A131E" w:rsidRPr="00DF62AF" w:rsidRDefault="00103AA3" w:rsidP="008217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Treści merytoryczne</w:t>
            </w:r>
            <w:r w:rsidR="008217E2" w:rsidRPr="00DF62AF">
              <w:rPr>
                <w:rFonts w:ascii="Corbel" w:hAnsi="Corbel"/>
                <w:sz w:val="24"/>
                <w:szCs w:val="24"/>
              </w:rPr>
              <w:t>:</w:t>
            </w:r>
            <w:r w:rsidRPr="00DF62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217E2" w:rsidRPr="00DF62AF" w:rsidTr="008217E2">
        <w:tc>
          <w:tcPr>
            <w:tcW w:w="9747" w:type="dxa"/>
          </w:tcPr>
          <w:p w:rsidR="008217E2" w:rsidRPr="00DF62AF" w:rsidRDefault="008217E2" w:rsidP="008217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Ciało i ruch jako narzędzia diagnostyczne i terapeutyczne</w:t>
            </w:r>
          </w:p>
        </w:tc>
      </w:tr>
      <w:tr w:rsidR="008217E2" w:rsidRPr="00DF62AF" w:rsidTr="008217E2">
        <w:tc>
          <w:tcPr>
            <w:tcW w:w="9747" w:type="dxa"/>
          </w:tcPr>
          <w:p w:rsidR="008217E2" w:rsidRPr="00DF62AF" w:rsidRDefault="008217E2" w:rsidP="008217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DF62AF">
              <w:rPr>
                <w:rFonts w:ascii="Corbel" w:hAnsi="Corbel"/>
                <w:sz w:val="24"/>
                <w:szCs w:val="24"/>
              </w:rPr>
              <w:t>poliwagalna</w:t>
            </w:r>
            <w:proofErr w:type="spellEnd"/>
            <w:r w:rsidRPr="00DF62AF">
              <w:rPr>
                <w:rFonts w:ascii="Corbel" w:hAnsi="Corbel"/>
                <w:sz w:val="24"/>
                <w:szCs w:val="24"/>
              </w:rPr>
              <w:t xml:space="preserve"> a niektóre kliniczne objawy związane z diagnozami psychiatrycznymi </w:t>
            </w:r>
            <w:r w:rsidRPr="00DF62AF">
              <w:rPr>
                <w:rFonts w:ascii="Corbel" w:hAnsi="Corbel"/>
                <w:sz w:val="24"/>
                <w:szCs w:val="24"/>
              </w:rPr>
              <w:br/>
              <w:t>(np. PTSD, autyzmem, depresją i zaburzeniami lękowymi)</w:t>
            </w:r>
          </w:p>
        </w:tc>
      </w:tr>
      <w:tr w:rsidR="008217E2" w:rsidRPr="00DF62AF" w:rsidTr="008217E2">
        <w:tc>
          <w:tcPr>
            <w:tcW w:w="9747" w:type="dxa"/>
          </w:tcPr>
          <w:p w:rsidR="008217E2" w:rsidRPr="00DF62AF" w:rsidRDefault="008217E2" w:rsidP="008217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Warsztaty  umiejętności, elementy treningu autogennego, elementy treningu świadomości,</w:t>
            </w:r>
          </w:p>
        </w:tc>
      </w:tr>
    </w:tbl>
    <w:p w:rsidR="0085747A" w:rsidRPr="00DF62A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F62A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62AF">
        <w:rPr>
          <w:rFonts w:ascii="Corbel" w:hAnsi="Corbel"/>
          <w:smallCaps w:val="0"/>
          <w:szCs w:val="24"/>
        </w:rPr>
        <w:t>3.4 Metody dydaktyczne</w:t>
      </w:r>
      <w:r w:rsidRPr="00DF62A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DF62AF" w:rsidRDefault="008217E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F62AF">
        <w:rPr>
          <w:rFonts w:ascii="Corbel" w:hAnsi="Corbel"/>
          <w:b w:val="0"/>
          <w:smallCaps w:val="0"/>
          <w:szCs w:val="24"/>
        </w:rPr>
        <w:tab/>
      </w:r>
      <w:r w:rsidRPr="00DF62AF">
        <w:rPr>
          <w:rFonts w:ascii="Corbel" w:hAnsi="Corbel"/>
          <w:b w:val="0"/>
          <w:smallCaps w:val="0"/>
          <w:szCs w:val="24"/>
        </w:rPr>
        <w:tab/>
      </w:r>
      <w:r w:rsidR="00C7713B" w:rsidRPr="00DF62AF">
        <w:rPr>
          <w:rFonts w:ascii="Corbel" w:hAnsi="Corbel"/>
          <w:b w:val="0"/>
          <w:bCs/>
          <w:smallCaps w:val="0"/>
          <w:szCs w:val="24"/>
        </w:rPr>
        <w:t>rozwiązywanie zadań, dyskusja</w:t>
      </w:r>
    </w:p>
    <w:p w:rsidR="00C7713B" w:rsidRPr="00DF62AF" w:rsidRDefault="00C7713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F62A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62AF">
        <w:rPr>
          <w:rFonts w:ascii="Corbel" w:hAnsi="Corbel"/>
          <w:smallCaps w:val="0"/>
          <w:szCs w:val="24"/>
        </w:rPr>
        <w:t xml:space="preserve">4. </w:t>
      </w:r>
      <w:r w:rsidR="0085747A" w:rsidRPr="00DF62AF">
        <w:rPr>
          <w:rFonts w:ascii="Corbel" w:hAnsi="Corbel"/>
          <w:smallCaps w:val="0"/>
          <w:szCs w:val="24"/>
        </w:rPr>
        <w:t>METODY I KRYTERIA OCENY</w:t>
      </w:r>
      <w:r w:rsidR="009F4610" w:rsidRPr="00DF62AF">
        <w:rPr>
          <w:rFonts w:ascii="Corbel" w:hAnsi="Corbel"/>
          <w:smallCaps w:val="0"/>
          <w:szCs w:val="24"/>
        </w:rPr>
        <w:t xml:space="preserve"> </w:t>
      </w:r>
    </w:p>
    <w:p w:rsidR="00923D7D" w:rsidRPr="00DF62A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F62AF" w:rsidRDefault="0085747A" w:rsidP="008217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62A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F62A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DF62AF" w:rsidTr="003E2D83">
        <w:tc>
          <w:tcPr>
            <w:tcW w:w="1962" w:type="dxa"/>
            <w:vAlign w:val="center"/>
          </w:tcPr>
          <w:p w:rsidR="0085747A" w:rsidRPr="00DF62A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85747A" w:rsidRPr="00DF62A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F62A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85747A" w:rsidRPr="00DF62AF" w:rsidRDefault="0085747A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217E2" w:rsidRPr="00DF62AF" w:rsidTr="003E2D83">
        <w:tc>
          <w:tcPr>
            <w:tcW w:w="1962" w:type="dxa"/>
          </w:tcPr>
          <w:p w:rsidR="008217E2" w:rsidRPr="00DF62AF" w:rsidRDefault="008217E2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62A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F62A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2" w:type="dxa"/>
          </w:tcPr>
          <w:p w:rsidR="008217E2" w:rsidRPr="00DF62AF" w:rsidRDefault="008217E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62AF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:rsidR="008217E2" w:rsidRPr="00DF62AF" w:rsidRDefault="008217E2" w:rsidP="00016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F62A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17E2" w:rsidRPr="00DF62AF" w:rsidTr="003E2D83">
        <w:tc>
          <w:tcPr>
            <w:tcW w:w="1962" w:type="dxa"/>
          </w:tcPr>
          <w:p w:rsidR="008217E2" w:rsidRPr="00DF62AF" w:rsidRDefault="008217E2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F62A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8217E2" w:rsidRPr="00DF62AF" w:rsidRDefault="008217E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62AF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:rsidR="008217E2" w:rsidRPr="00DF62AF" w:rsidRDefault="008217E2" w:rsidP="00016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F62A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17E2" w:rsidRPr="00DF62AF" w:rsidTr="003E2D83">
        <w:tc>
          <w:tcPr>
            <w:tcW w:w="1962" w:type="dxa"/>
          </w:tcPr>
          <w:p w:rsidR="008217E2" w:rsidRPr="00DF62AF" w:rsidRDefault="008217E2" w:rsidP="00821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F62AF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2" w:type="dxa"/>
          </w:tcPr>
          <w:p w:rsidR="008217E2" w:rsidRPr="00DF62AF" w:rsidRDefault="008217E2" w:rsidP="00A270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62AF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:rsidR="008217E2" w:rsidRPr="00DF62AF" w:rsidRDefault="008217E2" w:rsidP="00016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F62A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DF62A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DF62AF" w:rsidRDefault="003E1941" w:rsidP="008217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62AF">
        <w:rPr>
          <w:rFonts w:ascii="Corbel" w:hAnsi="Corbel"/>
          <w:smallCaps w:val="0"/>
          <w:szCs w:val="24"/>
        </w:rPr>
        <w:t xml:space="preserve">4.2 </w:t>
      </w:r>
      <w:r w:rsidR="0085747A" w:rsidRPr="00DF62A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F62A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F62AF" w:rsidTr="00923D7D">
        <w:tc>
          <w:tcPr>
            <w:tcW w:w="9670" w:type="dxa"/>
          </w:tcPr>
          <w:p w:rsidR="00EC6AEC" w:rsidRPr="00DF62AF" w:rsidRDefault="00F459BD" w:rsidP="0064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8217E2" w:rsidRPr="00DF62AF">
              <w:rPr>
                <w:rFonts w:ascii="Corbel" w:hAnsi="Corbel"/>
                <w:b w:val="0"/>
                <w:smallCaps w:val="0"/>
                <w:szCs w:val="24"/>
              </w:rPr>
              <w:t>warsztatach, przygotowanie pracy projektowej</w:t>
            </w:r>
            <w:r w:rsidR="00694A21" w:rsidRPr="00DF62AF">
              <w:rPr>
                <w:rFonts w:ascii="Corbel" w:hAnsi="Corbel"/>
                <w:b w:val="0"/>
                <w:smallCaps w:val="0"/>
                <w:szCs w:val="24"/>
              </w:rPr>
              <w:t>. Ocena w sposób tradycyjny</w:t>
            </w:r>
          </w:p>
        </w:tc>
      </w:tr>
    </w:tbl>
    <w:p w:rsidR="0085747A" w:rsidRPr="00DF62A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F62AF" w:rsidRDefault="00DF62AF" w:rsidP="00DF62A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DF62AF" w:rsidRPr="00DF62AF" w:rsidRDefault="00DF62AF" w:rsidP="00DF62A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62A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F62AF" w:rsidRPr="00DF62AF" w:rsidTr="00971205">
        <w:tc>
          <w:tcPr>
            <w:tcW w:w="4962" w:type="dxa"/>
            <w:vAlign w:val="center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62A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62A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F62AF" w:rsidRPr="00DF62AF" w:rsidTr="00971205">
        <w:tc>
          <w:tcPr>
            <w:tcW w:w="4962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F62AF" w:rsidRPr="00DF62AF" w:rsidTr="00971205">
        <w:tc>
          <w:tcPr>
            <w:tcW w:w="4962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677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F62AF" w:rsidRPr="00DF62AF" w:rsidTr="00971205">
        <w:tc>
          <w:tcPr>
            <w:tcW w:w="4962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F62A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F62AF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przygotowanie do zajęć, przygotowanie pracy projektowej, studiowanie literatury</w:t>
            </w:r>
          </w:p>
        </w:tc>
        <w:tc>
          <w:tcPr>
            <w:tcW w:w="4677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F62AF" w:rsidRPr="00DF62AF" w:rsidTr="00971205">
        <w:tc>
          <w:tcPr>
            <w:tcW w:w="4962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62A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F62AF" w:rsidRPr="00DF62AF" w:rsidTr="00971205">
        <w:tc>
          <w:tcPr>
            <w:tcW w:w="4962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62A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F62AF" w:rsidRPr="00DF62AF" w:rsidRDefault="00DF62AF" w:rsidP="009712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62A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DF62AF" w:rsidRPr="00DF62AF" w:rsidRDefault="00DF62AF" w:rsidP="00DF62A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F62A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F62AF" w:rsidRPr="00DF62AF" w:rsidRDefault="00DF62AF" w:rsidP="00DF62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62AF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F62AF" w:rsidRPr="00DF62AF" w:rsidTr="0022636C">
        <w:trPr>
          <w:trHeight w:val="397"/>
        </w:trPr>
        <w:tc>
          <w:tcPr>
            <w:tcW w:w="9639" w:type="dxa"/>
          </w:tcPr>
          <w:p w:rsidR="00DF62AF" w:rsidRPr="00DF62AF" w:rsidRDefault="00DF62AF" w:rsidP="0022636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62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F62AF" w:rsidRPr="00DF62AF" w:rsidRDefault="00DF62AF" w:rsidP="0022636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F62AF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Byczkowska Dominika 2012, </w:t>
            </w:r>
            <w:r w:rsidRPr="00DF62AF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Ciało w tańcu. Analiza socjologiczna</w:t>
            </w:r>
            <w:r w:rsidRPr="00DF62AF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Wydawnictwo Uniwersytetu Łódzkiego, Łódź</w:t>
            </w:r>
          </w:p>
          <w:p w:rsidR="00DF62AF" w:rsidRPr="00DF62AF" w:rsidRDefault="00DF62AF" w:rsidP="0022636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</w:pPr>
            <w:r w:rsidRPr="00DF62AF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Fabian Johannes 1990, </w:t>
            </w:r>
            <w:r w:rsidRPr="00DF62AF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Power and performance</w:t>
            </w:r>
            <w:r w:rsidRPr="00DF62AF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>, University of Wisconsin Press, Madison</w:t>
            </w:r>
          </w:p>
          <w:p w:rsidR="00DF62AF" w:rsidRPr="00DF62AF" w:rsidRDefault="00DF62AF" w:rsidP="0022636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DF62AF">
              <w:rPr>
                <w:rFonts w:ascii="Corbel" w:hAnsi="Corbel"/>
                <w:color w:val="000000"/>
                <w:sz w:val="24"/>
                <w:szCs w:val="24"/>
              </w:rPr>
              <w:t>Rzeźnicka-Krupa J. (2019),</w:t>
            </w:r>
            <w:r w:rsidRPr="00DF62A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Społeczne ontologie niepełnosprawności </w:t>
            </w:r>
          </w:p>
          <w:p w:rsidR="00DF62AF" w:rsidRPr="00DF62AF" w:rsidRDefault="00DF62AF" w:rsidP="0022636C">
            <w:pPr>
              <w:pStyle w:val="Akapitzlist"/>
              <w:spacing w:after="0" w:line="240" w:lineRule="auto"/>
              <w:ind w:left="850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F62AF">
              <w:rPr>
                <w:rFonts w:ascii="Corbel" w:hAnsi="Corbel"/>
                <w:i/>
                <w:color w:val="000000"/>
                <w:sz w:val="24"/>
                <w:szCs w:val="24"/>
              </w:rPr>
              <w:t>Ciało-tożsamość-</w:t>
            </w:r>
            <w:proofErr w:type="spellStart"/>
            <w:r w:rsidRPr="00DF62AF">
              <w:rPr>
                <w:rFonts w:ascii="Corbel" w:hAnsi="Corbel"/>
                <w:i/>
                <w:color w:val="000000"/>
                <w:sz w:val="24"/>
                <w:szCs w:val="24"/>
              </w:rPr>
              <w:t>performatywność</w:t>
            </w:r>
            <w:proofErr w:type="spellEnd"/>
            <w:r w:rsidRPr="00DF62A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DF62AF">
              <w:rPr>
                <w:rFonts w:ascii="Corbel" w:hAnsi="Corbel"/>
                <w:color w:val="000000"/>
                <w:sz w:val="24"/>
                <w:szCs w:val="24"/>
              </w:rPr>
              <w:t>Oficyna Wydawnicza Impuls, Kraków.</w:t>
            </w:r>
          </w:p>
          <w:p w:rsidR="00DF62AF" w:rsidRPr="00DF62AF" w:rsidRDefault="00DF62AF" w:rsidP="0022636C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</w:p>
          <w:p w:rsidR="00DF62AF" w:rsidRPr="00DF62AF" w:rsidRDefault="00DF62AF" w:rsidP="0022636C">
            <w:pPr>
              <w:spacing w:after="0" w:line="240" w:lineRule="auto"/>
              <w:ind w:left="142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F62AF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oraz aktualne czasopisma z baz krajowych i zagranicznych m.in. Taylor Francis Group, Springer inne</w:t>
            </w:r>
          </w:p>
        </w:tc>
      </w:tr>
      <w:tr w:rsidR="00DF62AF" w:rsidRPr="00DF62AF" w:rsidTr="0022636C">
        <w:trPr>
          <w:trHeight w:val="397"/>
        </w:trPr>
        <w:tc>
          <w:tcPr>
            <w:tcW w:w="9639" w:type="dxa"/>
          </w:tcPr>
          <w:p w:rsidR="00DF62AF" w:rsidRPr="00DF62AF" w:rsidRDefault="00DF62AF" w:rsidP="0022636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62A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F62AF" w:rsidRPr="00DF62AF" w:rsidRDefault="00DF62AF" w:rsidP="0022636C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Honorata 2012</w:t>
            </w:r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Ciało jako przedmiot badań socjologicznych – dylematy, </w:t>
            </w:r>
            <w:proofErr w:type="spellStart"/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pomi</w:t>
            </w:r>
            <w:proofErr w:type="spellEnd"/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-nięcia, możliwości, Przegląd Socjologii Jakościowej, </w:t>
            </w: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8, nr 2, s. 12–31, </w:t>
            </w:r>
          </w:p>
          <w:p w:rsidR="00DF62AF" w:rsidRPr="00DF62AF" w:rsidRDefault="00DF62AF" w:rsidP="0022636C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Gra z ciałem. Praktyki i dyskursy różnicowania płci w sporcie, </w:t>
            </w: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</w:t>
            </w:r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DF62AF" w:rsidRPr="00DF62AF" w:rsidRDefault="00DF62AF" w:rsidP="0022636C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Wiedza </w:t>
            </w:r>
            <w:proofErr w:type="spellStart"/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pozadyskursywna</w:t>
            </w:r>
            <w:proofErr w:type="spellEnd"/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sposoby jej badania na przykładzie przekazywania i nabywania sportowych umiejętności, </w:t>
            </w: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Studia Socjologiczne, nr 3, s. 173–191.</w:t>
            </w:r>
          </w:p>
          <w:p w:rsidR="00DF62AF" w:rsidRPr="00DF62AF" w:rsidRDefault="00DF62AF" w:rsidP="0022636C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Kacperczyk A. 2012,</w:t>
            </w:r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Badacz i jego ciało w procesie zbierania i analizowania danych – na przykładzie badań nad społecznym światem wspinaczki, </w:t>
            </w:r>
            <w:r w:rsidRPr="00DF62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Przegląd Socjologii Jakościowej, t. 8, nr 2, s. 32–63,</w:t>
            </w:r>
            <w:r w:rsidRPr="00DF62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DF62AF" w:rsidRPr="00DF62AF" w:rsidRDefault="00DF62AF" w:rsidP="00DF62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925F6" w:rsidRPr="00DF62AF" w:rsidRDefault="00DF62AF" w:rsidP="00DF62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4925F6" w:rsidRPr="00DF62AF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DF62A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925F6" w:rsidRPr="00DF62AF" w:rsidRDefault="004925F6" w:rsidP="00DF62AF">
      <w:pPr>
        <w:pStyle w:val="Punktygwne"/>
        <w:spacing w:before="0" w:after="0"/>
        <w:rPr>
          <w:rFonts w:ascii="Corbel" w:hAnsi="Corbel"/>
          <w:szCs w:val="24"/>
        </w:rPr>
      </w:pPr>
    </w:p>
    <w:sectPr w:rsidR="004925F6" w:rsidRPr="00DF62A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A6" w:rsidRDefault="00FA6EA6" w:rsidP="00C16ABF">
      <w:pPr>
        <w:spacing w:after="0" w:line="240" w:lineRule="auto"/>
      </w:pPr>
      <w:r>
        <w:separator/>
      </w:r>
    </w:p>
  </w:endnote>
  <w:endnote w:type="continuationSeparator" w:id="0">
    <w:p w:rsidR="00FA6EA6" w:rsidRDefault="00FA6E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A6" w:rsidRDefault="00FA6EA6" w:rsidP="00C16ABF">
      <w:pPr>
        <w:spacing w:after="0" w:line="240" w:lineRule="auto"/>
      </w:pPr>
      <w:r>
        <w:separator/>
      </w:r>
    </w:p>
  </w:footnote>
  <w:footnote w:type="continuationSeparator" w:id="0">
    <w:p w:rsidR="00FA6EA6" w:rsidRDefault="00FA6EA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789"/>
    <w:multiLevelType w:val="hybridMultilevel"/>
    <w:tmpl w:val="CEE6FB5C"/>
    <w:lvl w:ilvl="0" w:tplc="932C7A02">
      <w:start w:val="1"/>
      <w:numFmt w:val="decimal"/>
      <w:lvlText w:val="%1."/>
      <w:lvlJc w:val="left"/>
      <w:pPr>
        <w:ind w:left="850" w:hanging="708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448" w:hanging="360"/>
      </w:pPr>
    </w:lvl>
    <w:lvl w:ilvl="2" w:tplc="0415001B" w:tentative="1">
      <w:start w:val="1"/>
      <w:numFmt w:val="lowerRoman"/>
      <w:lvlText w:val="%3."/>
      <w:lvlJc w:val="right"/>
      <w:pPr>
        <w:ind w:left="1168" w:hanging="180"/>
      </w:pPr>
    </w:lvl>
    <w:lvl w:ilvl="3" w:tplc="0415000F" w:tentative="1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1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F52280"/>
    <w:multiLevelType w:val="hybridMultilevel"/>
    <w:tmpl w:val="8B666C44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F0FA5"/>
    <w:multiLevelType w:val="hybridMultilevel"/>
    <w:tmpl w:val="44CA4B04"/>
    <w:lvl w:ilvl="0" w:tplc="37B0E9A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5CA"/>
    <w:rsid w:val="00042A51"/>
    <w:rsid w:val="00042D2E"/>
    <w:rsid w:val="00044C82"/>
    <w:rsid w:val="0004652D"/>
    <w:rsid w:val="00070ED6"/>
    <w:rsid w:val="000742DC"/>
    <w:rsid w:val="00084C12"/>
    <w:rsid w:val="0009462C"/>
    <w:rsid w:val="00094B12"/>
    <w:rsid w:val="00096C46"/>
    <w:rsid w:val="00097315"/>
    <w:rsid w:val="000A131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AB3"/>
    <w:rsid w:val="001718A7"/>
    <w:rsid w:val="001737CF"/>
    <w:rsid w:val="00176083"/>
    <w:rsid w:val="00192F37"/>
    <w:rsid w:val="001A0D78"/>
    <w:rsid w:val="001A70D2"/>
    <w:rsid w:val="001D2B2B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407"/>
    <w:rsid w:val="003A0A5B"/>
    <w:rsid w:val="003A1176"/>
    <w:rsid w:val="003C0BAE"/>
    <w:rsid w:val="003D026F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01A"/>
    <w:rsid w:val="004840FD"/>
    <w:rsid w:val="00490F7D"/>
    <w:rsid w:val="00491678"/>
    <w:rsid w:val="004925F6"/>
    <w:rsid w:val="004968E2"/>
    <w:rsid w:val="004A3EEA"/>
    <w:rsid w:val="004A4D1F"/>
    <w:rsid w:val="004D5282"/>
    <w:rsid w:val="004E00B1"/>
    <w:rsid w:val="004F1551"/>
    <w:rsid w:val="004F55A3"/>
    <w:rsid w:val="0050496F"/>
    <w:rsid w:val="00513B6F"/>
    <w:rsid w:val="00517C63"/>
    <w:rsid w:val="005224A8"/>
    <w:rsid w:val="005312CD"/>
    <w:rsid w:val="005363C4"/>
    <w:rsid w:val="00536BDE"/>
    <w:rsid w:val="00543ACC"/>
    <w:rsid w:val="00546C64"/>
    <w:rsid w:val="0056696D"/>
    <w:rsid w:val="00586865"/>
    <w:rsid w:val="0059484D"/>
    <w:rsid w:val="005A0855"/>
    <w:rsid w:val="005A1B6A"/>
    <w:rsid w:val="005A3196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3D01"/>
    <w:rsid w:val="00627FC9"/>
    <w:rsid w:val="00641CA9"/>
    <w:rsid w:val="00647FA8"/>
    <w:rsid w:val="00650C5F"/>
    <w:rsid w:val="00654934"/>
    <w:rsid w:val="00661C42"/>
    <w:rsid w:val="006620D9"/>
    <w:rsid w:val="00671958"/>
    <w:rsid w:val="00675843"/>
    <w:rsid w:val="00694A21"/>
    <w:rsid w:val="00696477"/>
    <w:rsid w:val="006B6859"/>
    <w:rsid w:val="006D050F"/>
    <w:rsid w:val="006D6139"/>
    <w:rsid w:val="006E5D65"/>
    <w:rsid w:val="006F1282"/>
    <w:rsid w:val="006F1FBC"/>
    <w:rsid w:val="006F31E2"/>
    <w:rsid w:val="0070441A"/>
    <w:rsid w:val="00706544"/>
    <w:rsid w:val="007072BA"/>
    <w:rsid w:val="0071620A"/>
    <w:rsid w:val="00722F2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38F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65A7"/>
    <w:rsid w:val="0081159F"/>
    <w:rsid w:val="0081554D"/>
    <w:rsid w:val="0081707E"/>
    <w:rsid w:val="008217E2"/>
    <w:rsid w:val="008449B3"/>
    <w:rsid w:val="00850D00"/>
    <w:rsid w:val="008552A2"/>
    <w:rsid w:val="0085635D"/>
    <w:rsid w:val="0085747A"/>
    <w:rsid w:val="00884922"/>
    <w:rsid w:val="00885F64"/>
    <w:rsid w:val="008917F9"/>
    <w:rsid w:val="008A0F00"/>
    <w:rsid w:val="008A45F7"/>
    <w:rsid w:val="008A6CFE"/>
    <w:rsid w:val="008B5FC3"/>
    <w:rsid w:val="008C0CC0"/>
    <w:rsid w:val="008C19A9"/>
    <w:rsid w:val="008C379D"/>
    <w:rsid w:val="008C5147"/>
    <w:rsid w:val="008C5359"/>
    <w:rsid w:val="008C5363"/>
    <w:rsid w:val="008D3DFB"/>
    <w:rsid w:val="008E64F4"/>
    <w:rsid w:val="008E675F"/>
    <w:rsid w:val="008F12C9"/>
    <w:rsid w:val="008F6E29"/>
    <w:rsid w:val="00916188"/>
    <w:rsid w:val="00923D7D"/>
    <w:rsid w:val="009508DF"/>
    <w:rsid w:val="00950DAC"/>
    <w:rsid w:val="00954A07"/>
    <w:rsid w:val="00983CCB"/>
    <w:rsid w:val="00997F14"/>
    <w:rsid w:val="009A78D9"/>
    <w:rsid w:val="009B12F3"/>
    <w:rsid w:val="009B1B13"/>
    <w:rsid w:val="009B49C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37E"/>
    <w:rsid w:val="00A2245B"/>
    <w:rsid w:val="00A270B5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6142"/>
    <w:rsid w:val="00B135B1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13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ADA"/>
    <w:rsid w:val="00D8678B"/>
    <w:rsid w:val="00DA2114"/>
    <w:rsid w:val="00DE09C0"/>
    <w:rsid w:val="00DE4A14"/>
    <w:rsid w:val="00DF320D"/>
    <w:rsid w:val="00DF62AF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B7F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110C"/>
    <w:rsid w:val="00F070AB"/>
    <w:rsid w:val="00F12AFD"/>
    <w:rsid w:val="00F17567"/>
    <w:rsid w:val="00F27A7B"/>
    <w:rsid w:val="00F459BD"/>
    <w:rsid w:val="00F526AF"/>
    <w:rsid w:val="00F617C3"/>
    <w:rsid w:val="00F7066B"/>
    <w:rsid w:val="00F83B28"/>
    <w:rsid w:val="00F974DA"/>
    <w:rsid w:val="00FA46E5"/>
    <w:rsid w:val="00FA6EA6"/>
    <w:rsid w:val="00FB3D36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BC53"/>
  <w15:docId w15:val="{A1A77FA7-2DA7-4B05-816B-0B9A8F07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A6139-EA3F-4EE9-8C3A-7F5F0434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2020-02-12T09:52:00Z</dcterms:created>
  <dcterms:modified xsi:type="dcterms:W3CDTF">2021-09-06T09:51:00Z</dcterms:modified>
</cp:coreProperties>
</file>